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3D7E7" w14:textId="22FE57ED" w:rsidR="00426BB8" w:rsidRDefault="00426BB8" w:rsidP="004B1898">
      <w:pPr>
        <w:pStyle w:val="Titolo1"/>
      </w:pPr>
      <w:r w:rsidRPr="00426BB8">
        <w:t xml:space="preserve">(Modello Nota </w:t>
      </w:r>
      <w:r w:rsidR="0033781A">
        <w:t>D</w:t>
      </w:r>
      <w:r w:rsidRPr="00426BB8">
        <w:t xml:space="preserve">ebito </w:t>
      </w:r>
      <w:r>
        <w:t>anticipazione</w:t>
      </w:r>
      <w:r w:rsidRPr="00426BB8">
        <w:t xml:space="preserve"> </w:t>
      </w:r>
      <w:r>
        <w:t xml:space="preserve">finanziamenti </w:t>
      </w:r>
      <w:r w:rsidRPr="00426BB8">
        <w:t xml:space="preserve">Avviso n. </w:t>
      </w:r>
      <w:r w:rsidR="0058496F">
        <w:t>2</w:t>
      </w:r>
      <w:r w:rsidR="00EF4A2C">
        <w:t>/202</w:t>
      </w:r>
      <w:r w:rsidR="0058496F">
        <w:t>4</w:t>
      </w:r>
      <w:r w:rsidRPr="00426BB8">
        <w:t>)</w:t>
      </w:r>
    </w:p>
    <w:p w14:paraId="4A4E766F" w14:textId="77777777" w:rsidR="00B05F2F" w:rsidRPr="00426BB8" w:rsidRDefault="00B05F2F" w:rsidP="00426BB8">
      <w:pPr>
        <w:jc w:val="center"/>
        <w:rPr>
          <w:b/>
          <w:i/>
          <w:u w:val="single"/>
        </w:rPr>
      </w:pPr>
    </w:p>
    <w:p w14:paraId="3F225F09" w14:textId="77777777" w:rsidR="00426BB8" w:rsidRDefault="00426BB8" w:rsidP="00426BB8">
      <w:pPr>
        <w:rPr>
          <w:b/>
          <w:i/>
        </w:rPr>
      </w:pPr>
    </w:p>
    <w:p w14:paraId="24A4A687" w14:textId="77777777" w:rsidR="00B05F2F" w:rsidRDefault="00426BB8" w:rsidP="00426BB8">
      <w:pPr>
        <w:rPr>
          <w:b/>
          <w:i/>
        </w:rPr>
      </w:pPr>
      <w:r>
        <w:rPr>
          <w:b/>
          <w:i/>
        </w:rPr>
        <w:t>Carta intestata azienda</w:t>
      </w:r>
      <w:r>
        <w:rPr>
          <w:b/>
          <w:i/>
        </w:rPr>
        <w:tab/>
      </w:r>
    </w:p>
    <w:p w14:paraId="5B953CBE" w14:textId="77777777" w:rsidR="00B05F2F" w:rsidRDefault="00B05F2F" w:rsidP="00426BB8">
      <w:pPr>
        <w:rPr>
          <w:b/>
          <w:i/>
        </w:rPr>
      </w:pPr>
    </w:p>
    <w:p w14:paraId="07482B9B" w14:textId="578891F1" w:rsidR="00B05F2F" w:rsidRDefault="00513DFE" w:rsidP="00426BB8">
      <w:pPr>
        <w:rPr>
          <w:b/>
          <w:i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F0AACB" wp14:editId="28080A86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949325" cy="815975"/>
                <wp:effectExtent l="5080" t="9525" r="7620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32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0D56D" w14:textId="77777777" w:rsidR="00426BB8" w:rsidRPr="00273BC2" w:rsidRDefault="00273BC2" w:rsidP="00273BC2">
                            <w:pPr>
                              <w:jc w:val="center"/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 xml:space="preserve">Marca da bollo </w:t>
                            </w:r>
                            <w:r>
                              <w:rPr>
                                <w:sz w:val="20"/>
                              </w:rPr>
                              <w:t>ai sensi della normativa vigente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0AAC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3pt;width:74.75pt;height:6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">
                <v:textbox>
                  <w:txbxContent>
                    <w:p w14:paraId="47A0D56D" w14:textId="77777777" w:rsidR="00426BB8" w:rsidRPr="00273BC2" w:rsidRDefault="00273BC2" w:rsidP="00273BC2">
                      <w:pPr>
                        <w:jc w:val="center"/>
                      </w:pPr>
                      <w:r>
                        <w:rPr>
                          <w:rFonts w:cs="Arial"/>
                          <w:sz w:val="20"/>
                        </w:rPr>
                        <w:t xml:space="preserve">Marca da bollo </w:t>
                      </w:r>
                      <w:r>
                        <w:rPr>
                          <w:sz w:val="20"/>
                        </w:rPr>
                        <w:t>ai sensi della normativa vigente</w:t>
                      </w:r>
                    </w:p>
                  </w:txbxContent>
                </v:textbox>
              </v:shape>
            </w:pict>
          </mc:Fallback>
        </mc:AlternateContent>
      </w:r>
    </w:p>
    <w:p w14:paraId="76BD7FF8" w14:textId="77777777" w:rsidR="00426BB8" w:rsidRPr="00426BB8" w:rsidRDefault="00426BB8" w:rsidP="00426BB8">
      <w:pPr>
        <w:jc w:val="right"/>
        <w:rPr>
          <w:rFonts w:ascii="FuturaT" w:hAnsi="FuturaT"/>
        </w:rPr>
      </w:pPr>
    </w:p>
    <w:p w14:paraId="5EE342CE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rPr>
          <w:rFonts w:cs="Arial"/>
          <w:sz w:val="20"/>
        </w:rPr>
      </w:pPr>
    </w:p>
    <w:p w14:paraId="4F86C076" w14:textId="77777777" w:rsidR="00426BB8" w:rsidRPr="00426BB8" w:rsidRDefault="00426BB8" w:rsidP="003612FB">
      <w:pPr>
        <w:tabs>
          <w:tab w:val="left" w:pos="5040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 w:val="20"/>
        </w:rPr>
        <w:tab/>
      </w:r>
      <w:r w:rsidRPr="00426BB8">
        <w:rPr>
          <w:rFonts w:cs="Arial"/>
          <w:sz w:val="20"/>
        </w:rPr>
        <w:tab/>
      </w:r>
      <w:r w:rsidRPr="00426BB8">
        <w:rPr>
          <w:rFonts w:cs="Arial"/>
          <w:sz w:val="20"/>
        </w:rPr>
        <w:tab/>
      </w:r>
      <w:r w:rsidRPr="00426BB8">
        <w:rPr>
          <w:rFonts w:cs="Arial"/>
          <w:sz w:val="20"/>
        </w:rPr>
        <w:tab/>
      </w:r>
      <w:r w:rsidRPr="00426BB8">
        <w:rPr>
          <w:rFonts w:cs="Arial"/>
          <w:sz w:val="20"/>
        </w:rPr>
        <w:tab/>
      </w:r>
      <w:r w:rsidR="003612FB">
        <w:rPr>
          <w:rFonts w:cs="Arial"/>
          <w:sz w:val="20"/>
        </w:rPr>
        <w:tab/>
      </w:r>
      <w:r w:rsidRPr="00426BB8">
        <w:rPr>
          <w:rFonts w:cs="Arial"/>
          <w:szCs w:val="24"/>
        </w:rPr>
        <w:t>Spettabile</w:t>
      </w:r>
      <w:r w:rsidRPr="00426BB8">
        <w:rPr>
          <w:rFonts w:cs="Arial"/>
          <w:szCs w:val="24"/>
        </w:rPr>
        <w:tab/>
      </w:r>
    </w:p>
    <w:p w14:paraId="7F9250B8" w14:textId="77777777" w:rsidR="00426BB8" w:rsidRPr="00426BB8" w:rsidRDefault="00426BB8" w:rsidP="003612FB">
      <w:pPr>
        <w:tabs>
          <w:tab w:val="left" w:pos="5040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>FONDIMPRESA</w:t>
      </w:r>
    </w:p>
    <w:p w14:paraId="2B2FAB97" w14:textId="77777777" w:rsidR="00426BB8" w:rsidRPr="00426BB8" w:rsidRDefault="00426BB8" w:rsidP="00426BB8">
      <w:pPr>
        <w:tabs>
          <w:tab w:val="left" w:pos="6210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</w:p>
    <w:p w14:paraId="5ED6865D" w14:textId="7C13D079" w:rsidR="00426BB8" w:rsidRPr="00426BB8" w:rsidRDefault="00426BB8" w:rsidP="00DC1D34">
      <w:pPr>
        <w:tabs>
          <w:tab w:val="left" w:pos="5040"/>
          <w:tab w:val="left" w:pos="9078"/>
        </w:tabs>
        <w:ind w:left="70"/>
        <w:jc w:val="left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 xml:space="preserve">Via </w:t>
      </w:r>
      <w:r w:rsidR="003612FB">
        <w:rPr>
          <w:rFonts w:cs="Arial"/>
          <w:szCs w:val="24"/>
        </w:rPr>
        <w:t>de</w:t>
      </w:r>
      <w:r w:rsidR="00513DFE">
        <w:rPr>
          <w:rFonts w:cs="Arial"/>
          <w:szCs w:val="24"/>
        </w:rPr>
        <w:t>i Villini 3/A</w:t>
      </w:r>
    </w:p>
    <w:p w14:paraId="66ED74B3" w14:textId="26DA70E4" w:rsidR="00426BB8" w:rsidRPr="00426BB8" w:rsidRDefault="00426BB8" w:rsidP="003612FB">
      <w:pPr>
        <w:tabs>
          <w:tab w:val="left" w:pos="5040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>001</w:t>
      </w:r>
      <w:r w:rsidR="00513DFE">
        <w:rPr>
          <w:rFonts w:cs="Arial"/>
          <w:szCs w:val="24"/>
        </w:rPr>
        <w:t>61</w:t>
      </w:r>
      <w:r w:rsidRPr="00426BB8">
        <w:rPr>
          <w:rFonts w:cs="Arial"/>
          <w:szCs w:val="24"/>
        </w:rPr>
        <w:t xml:space="preserve"> ROMA</w:t>
      </w:r>
      <w:r w:rsidRPr="00426BB8">
        <w:rPr>
          <w:rFonts w:cs="Arial"/>
          <w:szCs w:val="24"/>
        </w:rPr>
        <w:tab/>
      </w:r>
    </w:p>
    <w:p w14:paraId="3EA2EBD7" w14:textId="77777777" w:rsidR="00426BB8" w:rsidRPr="00426BB8" w:rsidRDefault="00426BB8" w:rsidP="003612FB">
      <w:pPr>
        <w:tabs>
          <w:tab w:val="left" w:pos="504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>C.F. 97278470584</w:t>
      </w:r>
      <w:r w:rsidRPr="00426BB8">
        <w:rPr>
          <w:rFonts w:ascii="Tahoma" w:hAnsi="Tahoma" w:cs="Tahoma"/>
          <w:szCs w:val="24"/>
        </w:rPr>
        <w:tab/>
      </w:r>
    </w:p>
    <w:p w14:paraId="0B3E77C4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</w:p>
    <w:p w14:paraId="768559D0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</w:p>
    <w:p w14:paraId="74D388EE" w14:textId="77777777" w:rsid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b/>
          <w:szCs w:val="24"/>
        </w:rPr>
      </w:pPr>
    </w:p>
    <w:p w14:paraId="723902C7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>______ (Città), li ___/___/____(data)</w:t>
      </w:r>
    </w:p>
    <w:p w14:paraId="102C70ED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</w:p>
    <w:p w14:paraId="13F4E57A" w14:textId="77777777" w:rsid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b/>
          <w:szCs w:val="24"/>
        </w:rPr>
      </w:pPr>
    </w:p>
    <w:p w14:paraId="351447B2" w14:textId="00451DA3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b/>
          <w:szCs w:val="24"/>
          <w:u w:val="single"/>
        </w:rPr>
      </w:pPr>
      <w:r w:rsidRPr="00426BB8">
        <w:rPr>
          <w:rFonts w:cs="Arial"/>
          <w:b/>
          <w:szCs w:val="24"/>
          <w:u w:val="single"/>
        </w:rPr>
        <w:t xml:space="preserve">Avviso n. </w:t>
      </w:r>
      <w:r w:rsidR="0058496F">
        <w:rPr>
          <w:rFonts w:cs="Arial"/>
          <w:b/>
          <w:szCs w:val="24"/>
          <w:u w:val="single"/>
        </w:rPr>
        <w:t>2</w:t>
      </w:r>
      <w:r w:rsidR="00EF4A2C">
        <w:rPr>
          <w:rFonts w:cs="Arial"/>
          <w:b/>
          <w:szCs w:val="24"/>
          <w:u w:val="single"/>
        </w:rPr>
        <w:t>/202</w:t>
      </w:r>
      <w:r w:rsidR="0058496F">
        <w:rPr>
          <w:rFonts w:cs="Arial"/>
          <w:b/>
          <w:szCs w:val="24"/>
          <w:u w:val="single"/>
        </w:rPr>
        <w:t>4</w:t>
      </w:r>
      <w:r w:rsidRPr="00426BB8">
        <w:rPr>
          <w:rFonts w:cs="Arial"/>
          <w:b/>
          <w:szCs w:val="24"/>
          <w:u w:val="single"/>
        </w:rPr>
        <w:t xml:space="preserve"> di </w:t>
      </w:r>
      <w:proofErr w:type="spellStart"/>
      <w:r w:rsidRPr="00426BB8">
        <w:rPr>
          <w:rFonts w:cs="Arial"/>
          <w:b/>
          <w:szCs w:val="24"/>
          <w:u w:val="single"/>
        </w:rPr>
        <w:t>Fondimpresa</w:t>
      </w:r>
      <w:proofErr w:type="spellEnd"/>
      <w:r w:rsidRPr="00426BB8">
        <w:rPr>
          <w:rFonts w:cs="Arial"/>
          <w:b/>
          <w:szCs w:val="24"/>
          <w:u w:val="single"/>
        </w:rPr>
        <w:t>:</w:t>
      </w:r>
    </w:p>
    <w:p w14:paraId="660F515A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i/>
          <w:szCs w:val="24"/>
        </w:rPr>
      </w:pPr>
      <w:r w:rsidRPr="00426BB8">
        <w:rPr>
          <w:rFonts w:cs="Arial"/>
          <w:i/>
          <w:szCs w:val="24"/>
        </w:rPr>
        <w:t>Piano formativo contraddistinto dal codice</w:t>
      </w:r>
      <w:r w:rsidR="00273BC2">
        <w:rPr>
          <w:rFonts w:cs="Arial"/>
          <w:i/>
          <w:szCs w:val="24"/>
        </w:rPr>
        <w:t xml:space="preserve"> ID</w:t>
      </w:r>
      <w:r w:rsidRPr="00426BB8">
        <w:rPr>
          <w:rFonts w:cs="Arial"/>
          <w:i/>
          <w:szCs w:val="24"/>
        </w:rPr>
        <w:t xml:space="preserve"> _________</w:t>
      </w:r>
      <w:r w:rsidR="00717BFA">
        <w:rPr>
          <w:rFonts w:cs="Arial"/>
          <w:i/>
          <w:szCs w:val="24"/>
        </w:rPr>
        <w:t xml:space="preserve"> </w:t>
      </w:r>
      <w:r w:rsidR="00717BFA" w:rsidRPr="003413CF">
        <w:rPr>
          <w:rFonts w:cs="Arial"/>
          <w:i/>
          <w:szCs w:val="24"/>
        </w:rPr>
        <w:t>CUP ________</w:t>
      </w:r>
    </w:p>
    <w:p w14:paraId="74B0D3CA" w14:textId="77777777" w:rsid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b/>
          <w:szCs w:val="24"/>
        </w:rPr>
      </w:pPr>
    </w:p>
    <w:p w14:paraId="3EB9F461" w14:textId="77777777" w:rsid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7EE0FAC9" w14:textId="77777777" w:rsidR="00B45045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>
        <w:rPr>
          <w:rFonts w:cs="Arial"/>
          <w:szCs w:val="24"/>
        </w:rPr>
        <w:t>Anticipazione fino al ___%</w:t>
      </w:r>
      <w:r w:rsidR="00330824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su</w:t>
      </w:r>
      <w:r w:rsidR="00330824">
        <w:rPr>
          <w:rFonts w:cs="Arial"/>
          <w:szCs w:val="24"/>
        </w:rPr>
        <w:t>i</w:t>
      </w:r>
      <w:r>
        <w:rPr>
          <w:rFonts w:cs="Arial"/>
          <w:szCs w:val="24"/>
        </w:rPr>
        <w:t xml:space="preserve"> </w:t>
      </w:r>
      <w:r w:rsidR="00B45045">
        <w:rPr>
          <w:rFonts w:cs="Arial"/>
          <w:szCs w:val="24"/>
        </w:rPr>
        <w:t>rimborsi</w:t>
      </w:r>
      <w:r>
        <w:rPr>
          <w:rFonts w:cs="Arial"/>
          <w:szCs w:val="24"/>
        </w:rPr>
        <w:t xml:space="preserve"> </w:t>
      </w:r>
    </w:p>
    <w:p w14:paraId="1801F126" w14:textId="77777777" w:rsidR="00426BB8" w:rsidRPr="00426BB8" w:rsidRDefault="00273BC2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>
        <w:rPr>
          <w:rFonts w:cs="Arial"/>
          <w:szCs w:val="24"/>
        </w:rPr>
        <w:t>c</w:t>
      </w:r>
      <w:r w:rsidR="00330824">
        <w:rPr>
          <w:rFonts w:cs="Arial"/>
          <w:szCs w:val="24"/>
        </w:rPr>
        <w:t>oncessi</w:t>
      </w:r>
      <w:r>
        <w:rPr>
          <w:rFonts w:cs="Arial"/>
          <w:szCs w:val="24"/>
        </w:rPr>
        <w:t xml:space="preserve"> </w:t>
      </w:r>
      <w:r w:rsidR="00426BB8">
        <w:rPr>
          <w:rFonts w:cs="Arial"/>
          <w:szCs w:val="24"/>
        </w:rPr>
        <w:t xml:space="preserve">ai sensi dell’art. </w:t>
      </w:r>
      <w:r w:rsidR="00BE2AF1">
        <w:rPr>
          <w:rFonts w:cs="Arial"/>
          <w:szCs w:val="24"/>
        </w:rPr>
        <w:t>7</w:t>
      </w:r>
      <w:r w:rsidR="00426BB8">
        <w:rPr>
          <w:rFonts w:cs="Arial"/>
          <w:szCs w:val="24"/>
        </w:rPr>
        <w:t xml:space="preserve"> dell’Avviso</w:t>
      </w:r>
    </w:p>
    <w:p w14:paraId="1D8D09A9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>€</w:t>
      </w:r>
      <w:r w:rsidRPr="00426BB8">
        <w:rPr>
          <w:rFonts w:cs="Arial"/>
          <w:szCs w:val="24"/>
        </w:rPr>
        <w:tab/>
        <w:t>____________</w:t>
      </w:r>
      <w:r>
        <w:rPr>
          <w:rFonts w:cs="Arial"/>
          <w:szCs w:val="24"/>
        </w:rPr>
        <w:t>__</w:t>
      </w:r>
    </w:p>
    <w:p w14:paraId="46B85D7A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29E6FD4B" w14:textId="77777777" w:rsid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1D8FF646" w14:textId="77777777" w:rsid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36E78E9B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6C56AC78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rPr>
          <w:rFonts w:cs="Arial"/>
          <w:i/>
          <w:szCs w:val="24"/>
        </w:rPr>
      </w:pPr>
      <w:r w:rsidRPr="00426BB8">
        <w:rPr>
          <w:rFonts w:cs="Arial"/>
          <w:i/>
          <w:szCs w:val="24"/>
        </w:rPr>
        <w:t xml:space="preserve">“Fuori campo applicazione IVA ai sensi dell'art. 2, </w:t>
      </w:r>
    </w:p>
    <w:p w14:paraId="54236177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rPr>
          <w:rFonts w:cs="Arial"/>
          <w:szCs w:val="24"/>
        </w:rPr>
      </w:pPr>
      <w:r w:rsidRPr="00426BB8">
        <w:rPr>
          <w:rFonts w:cs="Arial"/>
          <w:i/>
          <w:szCs w:val="24"/>
        </w:rPr>
        <w:t>comma 3, lettera a) del DPR 633/72</w:t>
      </w:r>
      <w:r w:rsidR="00635E21">
        <w:rPr>
          <w:rFonts w:cs="Arial"/>
          <w:i/>
          <w:szCs w:val="24"/>
        </w:rPr>
        <w:t xml:space="preserve"> e </w:t>
      </w:r>
      <w:proofErr w:type="spellStart"/>
      <w:r w:rsidR="00635E21">
        <w:rPr>
          <w:rFonts w:cs="Arial"/>
          <w:i/>
          <w:szCs w:val="24"/>
        </w:rPr>
        <w:t>s.m.i.</w:t>
      </w:r>
      <w:proofErr w:type="spellEnd"/>
      <w:r w:rsidRPr="00426BB8">
        <w:rPr>
          <w:rFonts w:cs="Arial"/>
          <w:i/>
          <w:szCs w:val="24"/>
        </w:rPr>
        <w:t>”</w:t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 w:val="20"/>
        </w:rPr>
        <w:tab/>
      </w:r>
    </w:p>
    <w:p w14:paraId="6C5F0565" w14:textId="77777777" w:rsidR="00426BB8" w:rsidRPr="00426BB8" w:rsidRDefault="00426BB8" w:rsidP="00426BB8">
      <w:pPr>
        <w:ind w:left="900" w:right="-285" w:hanging="900"/>
      </w:pPr>
    </w:p>
    <w:p w14:paraId="145ED480" w14:textId="77777777" w:rsidR="00426BB8" w:rsidRDefault="00426BB8" w:rsidP="00426BB8">
      <w:pPr>
        <w:tabs>
          <w:tab w:val="clear" w:pos="2835"/>
          <w:tab w:val="left" w:pos="3240"/>
        </w:tabs>
        <w:ind w:left="900" w:right="-285" w:hanging="900"/>
      </w:pPr>
    </w:p>
    <w:p w14:paraId="150B000E" w14:textId="77777777" w:rsidR="00330824" w:rsidRPr="00426BB8" w:rsidRDefault="00330824" w:rsidP="00426BB8">
      <w:pPr>
        <w:tabs>
          <w:tab w:val="clear" w:pos="2835"/>
          <w:tab w:val="left" w:pos="3240"/>
        </w:tabs>
        <w:ind w:left="900" w:right="-285" w:hanging="900"/>
      </w:pPr>
    </w:p>
    <w:p w14:paraId="620DCC7C" w14:textId="6EEC2ADE" w:rsidR="00426BB8" w:rsidRDefault="00426BB8" w:rsidP="00273BC2">
      <w:pPr>
        <w:ind w:right="-993"/>
        <w:jc w:val="center"/>
        <w:rPr>
          <w:b/>
          <w:i/>
          <w:u w:val="single"/>
        </w:rPr>
      </w:pPr>
      <w:r>
        <w:rPr>
          <w:b/>
          <w:i/>
          <w:u w:val="single"/>
        </w:rPr>
        <w:br w:type="page"/>
      </w:r>
      <w:r w:rsidRPr="00426BB8">
        <w:rPr>
          <w:b/>
          <w:i/>
          <w:u w:val="single"/>
        </w:rPr>
        <w:lastRenderedPageBreak/>
        <w:t xml:space="preserve">(Modello Nota </w:t>
      </w:r>
      <w:r w:rsidR="0033781A">
        <w:rPr>
          <w:b/>
          <w:i/>
          <w:u w:val="single"/>
        </w:rPr>
        <w:t>D</w:t>
      </w:r>
      <w:r w:rsidRPr="00426BB8">
        <w:rPr>
          <w:b/>
          <w:i/>
          <w:u w:val="single"/>
        </w:rPr>
        <w:t xml:space="preserve">ebito saldo finanziamenti Avviso n. </w:t>
      </w:r>
      <w:r w:rsidR="006A10B3">
        <w:rPr>
          <w:b/>
          <w:i/>
          <w:u w:val="single"/>
        </w:rPr>
        <w:t>2</w:t>
      </w:r>
      <w:r w:rsidR="00EF4A2C">
        <w:rPr>
          <w:b/>
          <w:i/>
          <w:u w:val="single"/>
        </w:rPr>
        <w:t>/202</w:t>
      </w:r>
      <w:r w:rsidR="006A10B3">
        <w:rPr>
          <w:b/>
          <w:i/>
          <w:u w:val="single"/>
        </w:rPr>
        <w:t>4</w:t>
      </w:r>
      <w:r w:rsidRPr="00426BB8">
        <w:rPr>
          <w:b/>
          <w:i/>
          <w:u w:val="single"/>
        </w:rPr>
        <w:t>)</w:t>
      </w:r>
    </w:p>
    <w:p w14:paraId="466AA21D" w14:textId="77777777" w:rsidR="00B05F2F" w:rsidRPr="00426BB8" w:rsidRDefault="00B05F2F" w:rsidP="00426BB8">
      <w:pPr>
        <w:jc w:val="center"/>
        <w:rPr>
          <w:b/>
          <w:i/>
          <w:u w:val="single"/>
        </w:rPr>
      </w:pPr>
    </w:p>
    <w:p w14:paraId="03DA100D" w14:textId="77777777" w:rsidR="00426BB8" w:rsidRDefault="00426BB8">
      <w:pPr>
        <w:rPr>
          <w:b/>
          <w:i/>
        </w:rPr>
      </w:pPr>
    </w:p>
    <w:p w14:paraId="5FA66A35" w14:textId="77777777" w:rsidR="00A36AE0" w:rsidRDefault="00A36AE0">
      <w:pPr>
        <w:rPr>
          <w:b/>
          <w:i/>
        </w:rPr>
      </w:pPr>
      <w:r>
        <w:rPr>
          <w:b/>
          <w:i/>
        </w:rPr>
        <w:t>Carta intestata azienda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p w14:paraId="0E4568E5" w14:textId="77777777" w:rsidR="00A36AE0" w:rsidRDefault="00A36AE0">
      <w:pPr>
        <w:ind w:left="900" w:right="-285" w:hanging="900"/>
        <w:rPr>
          <w:rFonts w:ascii="Arial" w:hAnsi="Arial" w:cs="Arial"/>
          <w:b/>
          <w:i/>
        </w:rPr>
      </w:pPr>
    </w:p>
    <w:p w14:paraId="17D5D36A" w14:textId="77777777" w:rsidR="00B05F2F" w:rsidRDefault="00B05F2F">
      <w:pPr>
        <w:ind w:left="900" w:right="-285" w:hanging="900"/>
        <w:rPr>
          <w:rFonts w:ascii="Arial" w:hAnsi="Arial" w:cs="Arial"/>
          <w:b/>
          <w:i/>
        </w:rPr>
      </w:pPr>
    </w:p>
    <w:p w14:paraId="011C4228" w14:textId="54B508BC" w:rsidR="00A36AE0" w:rsidRPr="00426BB8" w:rsidRDefault="00513DFE">
      <w:pPr>
        <w:jc w:val="right"/>
        <w:rPr>
          <w:rFonts w:ascii="FuturaT" w:hAnsi="FuturaT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D51FCA" wp14:editId="249DCC58">
                <wp:simplePos x="0" y="0"/>
                <wp:positionH relativeFrom="column">
                  <wp:posOffset>0</wp:posOffset>
                </wp:positionH>
                <wp:positionV relativeFrom="paragraph">
                  <wp:posOffset>42545</wp:posOffset>
                </wp:positionV>
                <wp:extent cx="765175" cy="739775"/>
                <wp:effectExtent l="5080" t="8255" r="1079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175" cy="73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3426A" w14:textId="77777777" w:rsidR="003F3A3F" w:rsidRPr="00273BC2" w:rsidRDefault="003F3A3F" w:rsidP="003F3A3F">
                            <w:pPr>
                              <w:jc w:val="center"/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 xml:space="preserve">Marca da bollo </w:t>
                            </w:r>
                            <w:r>
                              <w:rPr>
                                <w:sz w:val="20"/>
                              </w:rPr>
                              <w:t>ai sensi della normativa vigente</w:t>
                            </w:r>
                          </w:p>
                          <w:p w14:paraId="3CB7B526" w14:textId="77777777" w:rsidR="00A36AE0" w:rsidRDefault="00A36AE0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51FCA" id="Text Box 2" o:spid="_x0000_s1027" type="#_x0000_t202" style="position:absolute;left:0;text-align:left;margin-left:0;margin-top:3.35pt;width:60.25pt;height:5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">
                <v:textbox>
                  <w:txbxContent>
                    <w:p w14:paraId="2D23426A" w14:textId="77777777" w:rsidR="003F3A3F" w:rsidRPr="00273BC2" w:rsidRDefault="003F3A3F" w:rsidP="003F3A3F">
                      <w:pPr>
                        <w:jc w:val="center"/>
                      </w:pPr>
                      <w:r>
                        <w:rPr>
                          <w:rFonts w:cs="Arial"/>
                          <w:sz w:val="20"/>
                        </w:rPr>
                        <w:t xml:space="preserve">Marca da bollo </w:t>
                      </w:r>
                      <w:r>
                        <w:rPr>
                          <w:sz w:val="20"/>
                        </w:rPr>
                        <w:t>ai sensi della normativa vigente</w:t>
                      </w:r>
                    </w:p>
                    <w:p w14:paraId="3CB7B526" w14:textId="77777777" w:rsidR="00A36AE0" w:rsidRDefault="00A36AE0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3422B84C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rPr>
          <w:rFonts w:cs="Arial"/>
          <w:sz w:val="20"/>
        </w:rPr>
      </w:pPr>
    </w:p>
    <w:p w14:paraId="33050531" w14:textId="77777777" w:rsidR="003612FB" w:rsidRPr="00426BB8" w:rsidRDefault="00A36AE0" w:rsidP="003612FB">
      <w:pPr>
        <w:tabs>
          <w:tab w:val="left" w:pos="5040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 w:val="20"/>
        </w:rPr>
        <w:tab/>
      </w:r>
      <w:r w:rsidRPr="00426BB8">
        <w:rPr>
          <w:rFonts w:cs="Arial"/>
          <w:sz w:val="20"/>
        </w:rPr>
        <w:tab/>
      </w:r>
      <w:r w:rsidR="003612FB" w:rsidRPr="00426BB8">
        <w:rPr>
          <w:rFonts w:cs="Arial"/>
          <w:sz w:val="20"/>
        </w:rPr>
        <w:tab/>
      </w:r>
      <w:r w:rsidR="003612FB" w:rsidRPr="00426BB8">
        <w:rPr>
          <w:rFonts w:cs="Arial"/>
          <w:sz w:val="20"/>
        </w:rPr>
        <w:tab/>
      </w:r>
      <w:r w:rsidR="003612FB" w:rsidRPr="00426BB8">
        <w:rPr>
          <w:rFonts w:cs="Arial"/>
          <w:sz w:val="20"/>
        </w:rPr>
        <w:tab/>
      </w:r>
      <w:r w:rsidR="003612FB">
        <w:rPr>
          <w:rFonts w:cs="Arial"/>
          <w:sz w:val="20"/>
        </w:rPr>
        <w:tab/>
      </w:r>
      <w:r w:rsidR="003612FB" w:rsidRPr="00426BB8">
        <w:rPr>
          <w:rFonts w:cs="Arial"/>
          <w:szCs w:val="24"/>
        </w:rPr>
        <w:t>Spettabile</w:t>
      </w:r>
      <w:r w:rsidR="003612FB" w:rsidRPr="00426BB8">
        <w:rPr>
          <w:rFonts w:cs="Arial"/>
          <w:szCs w:val="24"/>
        </w:rPr>
        <w:tab/>
      </w:r>
    </w:p>
    <w:p w14:paraId="62A4F603" w14:textId="77777777" w:rsidR="003612FB" w:rsidRPr="00426BB8" w:rsidRDefault="003612FB" w:rsidP="003612FB">
      <w:pPr>
        <w:tabs>
          <w:tab w:val="left" w:pos="5040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>FONDIMPRESA</w:t>
      </w:r>
    </w:p>
    <w:p w14:paraId="6D7EC50A" w14:textId="77777777" w:rsidR="003612FB" w:rsidRPr="00426BB8" w:rsidRDefault="003612FB" w:rsidP="003612FB">
      <w:pPr>
        <w:tabs>
          <w:tab w:val="left" w:pos="6210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</w:p>
    <w:p w14:paraId="335A0107" w14:textId="77777777" w:rsidR="003612FB" w:rsidRPr="00426BB8" w:rsidRDefault="003612FB" w:rsidP="003612FB">
      <w:pPr>
        <w:tabs>
          <w:tab w:val="left" w:pos="5040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 xml:space="preserve">Via </w:t>
      </w:r>
      <w:r>
        <w:rPr>
          <w:rFonts w:cs="Arial"/>
          <w:szCs w:val="24"/>
        </w:rPr>
        <w:t>della Ferratella in Laterano n. 33</w:t>
      </w:r>
      <w:r w:rsidRPr="00426BB8">
        <w:rPr>
          <w:rFonts w:cs="Arial"/>
          <w:szCs w:val="24"/>
        </w:rPr>
        <w:tab/>
      </w:r>
    </w:p>
    <w:p w14:paraId="1EE62EB4" w14:textId="77777777" w:rsidR="003612FB" w:rsidRPr="00426BB8" w:rsidRDefault="003612FB" w:rsidP="003612FB">
      <w:pPr>
        <w:tabs>
          <w:tab w:val="left" w:pos="5040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>0018</w:t>
      </w:r>
      <w:r>
        <w:rPr>
          <w:rFonts w:cs="Arial"/>
          <w:szCs w:val="24"/>
        </w:rPr>
        <w:t>4</w:t>
      </w:r>
      <w:r w:rsidRPr="00426BB8">
        <w:rPr>
          <w:rFonts w:cs="Arial"/>
          <w:szCs w:val="24"/>
        </w:rPr>
        <w:t xml:space="preserve"> ROMA</w:t>
      </w:r>
      <w:r w:rsidRPr="00426BB8">
        <w:rPr>
          <w:rFonts w:cs="Arial"/>
          <w:szCs w:val="24"/>
        </w:rPr>
        <w:tab/>
      </w:r>
    </w:p>
    <w:p w14:paraId="7F9A7BF7" w14:textId="77777777" w:rsidR="003612FB" w:rsidRPr="00426BB8" w:rsidRDefault="003612FB" w:rsidP="003612FB">
      <w:pPr>
        <w:tabs>
          <w:tab w:val="left" w:pos="504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>C.F. 97278470584</w:t>
      </w:r>
      <w:r w:rsidRPr="00426BB8">
        <w:rPr>
          <w:rFonts w:ascii="Tahoma" w:hAnsi="Tahoma" w:cs="Tahoma"/>
          <w:szCs w:val="24"/>
        </w:rPr>
        <w:tab/>
      </w:r>
    </w:p>
    <w:p w14:paraId="6492A4FF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68D0A4A0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</w:p>
    <w:p w14:paraId="27486DBC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</w:p>
    <w:p w14:paraId="20A69672" w14:textId="77777777" w:rsidR="00A36AE0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b/>
          <w:szCs w:val="24"/>
        </w:rPr>
      </w:pPr>
    </w:p>
    <w:p w14:paraId="31E66264" w14:textId="77777777" w:rsidR="00A36AE0" w:rsidRPr="00426BB8" w:rsidRDefault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>______ (</w:t>
      </w:r>
      <w:r w:rsidR="00A36AE0" w:rsidRPr="00426BB8">
        <w:rPr>
          <w:rFonts w:cs="Arial"/>
          <w:szCs w:val="24"/>
        </w:rPr>
        <w:t>Città</w:t>
      </w:r>
      <w:r w:rsidRPr="00426BB8">
        <w:rPr>
          <w:rFonts w:cs="Arial"/>
          <w:szCs w:val="24"/>
        </w:rPr>
        <w:t>)</w:t>
      </w:r>
      <w:r w:rsidR="00A36AE0" w:rsidRPr="00426BB8">
        <w:rPr>
          <w:rFonts w:cs="Arial"/>
          <w:szCs w:val="24"/>
        </w:rPr>
        <w:t>, li</w:t>
      </w:r>
      <w:r w:rsidRPr="00426BB8">
        <w:rPr>
          <w:rFonts w:cs="Arial"/>
          <w:szCs w:val="24"/>
        </w:rPr>
        <w:t xml:space="preserve"> ___/___/____(data)</w:t>
      </w:r>
    </w:p>
    <w:p w14:paraId="6E595B09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</w:p>
    <w:p w14:paraId="750657C3" w14:textId="77777777" w:rsidR="00A36AE0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b/>
          <w:szCs w:val="24"/>
        </w:rPr>
      </w:pPr>
    </w:p>
    <w:p w14:paraId="0F61B879" w14:textId="0A2CB223" w:rsidR="00A36AE0" w:rsidRPr="00426BB8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b/>
          <w:szCs w:val="24"/>
          <w:u w:val="single"/>
        </w:rPr>
      </w:pPr>
      <w:r w:rsidRPr="00426BB8">
        <w:rPr>
          <w:rFonts w:cs="Arial"/>
          <w:b/>
          <w:szCs w:val="24"/>
          <w:u w:val="single"/>
        </w:rPr>
        <w:t xml:space="preserve">Avviso n. </w:t>
      </w:r>
      <w:r w:rsidR="006A10B3">
        <w:rPr>
          <w:rFonts w:cs="Arial"/>
          <w:b/>
          <w:szCs w:val="24"/>
          <w:u w:val="single"/>
        </w:rPr>
        <w:t>2</w:t>
      </w:r>
      <w:r w:rsidR="00EF4A2C">
        <w:rPr>
          <w:rFonts w:cs="Arial"/>
          <w:b/>
          <w:szCs w:val="24"/>
          <w:u w:val="single"/>
        </w:rPr>
        <w:t>/202</w:t>
      </w:r>
      <w:r w:rsidR="006A10B3">
        <w:rPr>
          <w:rFonts w:cs="Arial"/>
          <w:b/>
          <w:szCs w:val="24"/>
          <w:u w:val="single"/>
        </w:rPr>
        <w:t>4</w:t>
      </w:r>
      <w:r w:rsidRPr="00426BB8">
        <w:rPr>
          <w:rFonts w:cs="Arial"/>
          <w:b/>
          <w:szCs w:val="24"/>
          <w:u w:val="single"/>
        </w:rPr>
        <w:t xml:space="preserve"> di </w:t>
      </w:r>
      <w:proofErr w:type="spellStart"/>
      <w:r w:rsidRPr="00426BB8">
        <w:rPr>
          <w:rFonts w:cs="Arial"/>
          <w:b/>
          <w:szCs w:val="24"/>
          <w:u w:val="single"/>
        </w:rPr>
        <w:t>Fondimpresa</w:t>
      </w:r>
      <w:proofErr w:type="spellEnd"/>
      <w:r w:rsidR="00737258" w:rsidRPr="00426BB8">
        <w:rPr>
          <w:rFonts w:cs="Arial"/>
          <w:b/>
          <w:szCs w:val="24"/>
          <w:u w:val="single"/>
        </w:rPr>
        <w:t>:</w:t>
      </w:r>
    </w:p>
    <w:p w14:paraId="32EEAB56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i/>
          <w:szCs w:val="24"/>
        </w:rPr>
      </w:pPr>
      <w:r w:rsidRPr="00426BB8">
        <w:rPr>
          <w:rFonts w:cs="Arial"/>
          <w:i/>
          <w:szCs w:val="24"/>
        </w:rPr>
        <w:t>Piano formativo contraddistinto dal codice</w:t>
      </w:r>
      <w:r w:rsidR="00B40758">
        <w:rPr>
          <w:rFonts w:cs="Arial"/>
          <w:i/>
          <w:szCs w:val="24"/>
        </w:rPr>
        <w:t xml:space="preserve"> ID</w:t>
      </w:r>
      <w:r w:rsidRPr="00426BB8">
        <w:rPr>
          <w:rFonts w:cs="Arial"/>
          <w:i/>
          <w:szCs w:val="24"/>
        </w:rPr>
        <w:t xml:space="preserve"> _________</w:t>
      </w:r>
      <w:r w:rsidR="00717BFA">
        <w:rPr>
          <w:rFonts w:cs="Arial"/>
          <w:i/>
          <w:szCs w:val="24"/>
        </w:rPr>
        <w:t xml:space="preserve"> </w:t>
      </w:r>
      <w:r w:rsidR="00717BFA" w:rsidRPr="003413CF">
        <w:rPr>
          <w:rFonts w:cs="Arial"/>
          <w:i/>
          <w:szCs w:val="24"/>
        </w:rPr>
        <w:t>CUP _________</w:t>
      </w:r>
    </w:p>
    <w:p w14:paraId="092FD09F" w14:textId="77777777" w:rsidR="00A36AE0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b/>
          <w:szCs w:val="24"/>
        </w:rPr>
      </w:pPr>
    </w:p>
    <w:p w14:paraId="0A631717" w14:textId="77777777" w:rsidR="00426BB8" w:rsidRPr="00042F76" w:rsidRDefault="00042F76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  <w:u w:val="single"/>
        </w:rPr>
      </w:pPr>
      <w:r w:rsidRPr="00042F76">
        <w:rPr>
          <w:rFonts w:cs="Arial"/>
          <w:szCs w:val="24"/>
          <w:u w:val="single"/>
        </w:rPr>
        <w:t xml:space="preserve">Rimborso costi </w:t>
      </w:r>
      <w:r>
        <w:rPr>
          <w:rFonts w:cs="Arial"/>
          <w:szCs w:val="24"/>
          <w:u w:val="single"/>
        </w:rPr>
        <w:t xml:space="preserve">del </w:t>
      </w:r>
      <w:r w:rsidRPr="00042F76">
        <w:rPr>
          <w:rFonts w:cs="Arial"/>
          <w:szCs w:val="24"/>
          <w:u w:val="single"/>
        </w:rPr>
        <w:t>Piano:</w:t>
      </w:r>
    </w:p>
    <w:p w14:paraId="16799118" w14:textId="77777777" w:rsidR="00042F76" w:rsidRDefault="00042F76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50C000FD" w14:textId="77777777" w:rsidR="00A36AE0" w:rsidRPr="00426BB8" w:rsidRDefault="00B05F2F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>
        <w:rPr>
          <w:rFonts w:cs="Arial"/>
          <w:szCs w:val="24"/>
        </w:rPr>
        <w:t>Saldo c</w:t>
      </w:r>
      <w:r w:rsidR="00A36AE0" w:rsidRPr="00426BB8">
        <w:rPr>
          <w:rFonts w:cs="Arial"/>
          <w:szCs w:val="24"/>
        </w:rPr>
        <w:t xml:space="preserve">ontributo aggiuntivo a carico </w:t>
      </w:r>
      <w:r w:rsidR="003612FB" w:rsidRPr="00426BB8">
        <w:rPr>
          <w:rFonts w:cs="Arial"/>
          <w:szCs w:val="24"/>
        </w:rPr>
        <w:t>del</w:t>
      </w:r>
    </w:p>
    <w:p w14:paraId="70F2B762" w14:textId="77777777" w:rsidR="00A36AE0" w:rsidRPr="00426BB8" w:rsidRDefault="00C24F1D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>
        <w:rPr>
          <w:rFonts w:cs="Arial"/>
          <w:szCs w:val="24"/>
        </w:rPr>
        <w:t>C</w:t>
      </w:r>
      <w:r w:rsidR="00A36AE0" w:rsidRPr="00426BB8">
        <w:rPr>
          <w:rFonts w:cs="Arial"/>
          <w:szCs w:val="24"/>
        </w:rPr>
        <w:t xml:space="preserve">onto di </w:t>
      </w:r>
      <w:r>
        <w:rPr>
          <w:rFonts w:cs="Arial"/>
          <w:szCs w:val="24"/>
        </w:rPr>
        <w:t>S</w:t>
      </w:r>
      <w:r w:rsidR="00A36AE0" w:rsidRPr="00426BB8">
        <w:rPr>
          <w:rFonts w:cs="Arial"/>
          <w:szCs w:val="24"/>
        </w:rPr>
        <w:t xml:space="preserve">istema di </w:t>
      </w:r>
      <w:proofErr w:type="spellStart"/>
      <w:r w:rsidR="00A36AE0" w:rsidRPr="00426BB8">
        <w:rPr>
          <w:rFonts w:cs="Arial"/>
          <w:szCs w:val="24"/>
        </w:rPr>
        <w:t>Fondimpresa</w:t>
      </w:r>
      <w:proofErr w:type="spellEnd"/>
    </w:p>
    <w:p w14:paraId="2A7223C3" w14:textId="77777777" w:rsidR="00426BB8" w:rsidRPr="00426BB8" w:rsidRDefault="00426BB8" w:rsidP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>€</w:t>
      </w:r>
      <w:r w:rsidRPr="00426BB8">
        <w:rPr>
          <w:rFonts w:cs="Arial"/>
          <w:szCs w:val="24"/>
        </w:rPr>
        <w:tab/>
        <w:t>____________</w:t>
      </w:r>
      <w:r w:rsidR="00B05F2F">
        <w:rPr>
          <w:rFonts w:cs="Arial"/>
          <w:szCs w:val="24"/>
        </w:rPr>
        <w:t>_</w:t>
      </w:r>
    </w:p>
    <w:p w14:paraId="77D2BEBC" w14:textId="77777777" w:rsidR="00737258" w:rsidRPr="00426BB8" w:rsidRDefault="0073725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6AEC3CC3" w14:textId="77777777" w:rsidR="00426BB8" w:rsidRDefault="00B05F2F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>
        <w:rPr>
          <w:rFonts w:cs="Arial"/>
          <w:szCs w:val="24"/>
        </w:rPr>
        <w:t>Saldo r</w:t>
      </w:r>
      <w:r w:rsidR="00A36AE0" w:rsidRPr="00426BB8">
        <w:rPr>
          <w:rFonts w:cs="Arial"/>
          <w:szCs w:val="24"/>
        </w:rPr>
        <w:t xml:space="preserve">imborso della quota a carico </w:t>
      </w:r>
      <w:r w:rsidR="00426BB8">
        <w:rPr>
          <w:rFonts w:cs="Arial"/>
          <w:szCs w:val="24"/>
        </w:rPr>
        <w:t xml:space="preserve">di </w:t>
      </w:r>
      <w:proofErr w:type="spellStart"/>
      <w:r w:rsidR="00426BB8">
        <w:rPr>
          <w:rFonts w:cs="Arial"/>
          <w:szCs w:val="24"/>
        </w:rPr>
        <w:t>Fondimpresa</w:t>
      </w:r>
      <w:proofErr w:type="spellEnd"/>
    </w:p>
    <w:p w14:paraId="03E3F875" w14:textId="77777777" w:rsidR="00A36AE0" w:rsidRPr="00426BB8" w:rsidRDefault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>
        <w:rPr>
          <w:rFonts w:cs="Arial"/>
          <w:szCs w:val="24"/>
        </w:rPr>
        <w:t xml:space="preserve">sul </w:t>
      </w:r>
      <w:r w:rsidR="00C24F1D">
        <w:rPr>
          <w:rFonts w:cs="Arial"/>
          <w:szCs w:val="24"/>
        </w:rPr>
        <w:t>C</w:t>
      </w:r>
      <w:r>
        <w:rPr>
          <w:rFonts w:cs="Arial"/>
          <w:szCs w:val="24"/>
        </w:rPr>
        <w:t xml:space="preserve">onto </w:t>
      </w:r>
      <w:r w:rsidR="00C24F1D">
        <w:rPr>
          <w:rFonts w:cs="Arial"/>
          <w:szCs w:val="24"/>
        </w:rPr>
        <w:t>F</w:t>
      </w:r>
      <w:r>
        <w:rPr>
          <w:rFonts w:cs="Arial"/>
          <w:szCs w:val="24"/>
        </w:rPr>
        <w:t>ormazione aziendale</w:t>
      </w:r>
      <w:r w:rsidR="00A36AE0" w:rsidRPr="00426BB8">
        <w:rPr>
          <w:rFonts w:cs="Arial"/>
          <w:szCs w:val="24"/>
        </w:rPr>
        <w:tab/>
        <w:t>€</w:t>
      </w:r>
      <w:r w:rsidR="00A36AE0"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>____________</w:t>
      </w:r>
      <w:r w:rsidR="00B05F2F">
        <w:rPr>
          <w:rFonts w:cs="Arial"/>
          <w:szCs w:val="24"/>
        </w:rPr>
        <w:t>_</w:t>
      </w:r>
    </w:p>
    <w:p w14:paraId="5BBF5E78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579803C0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</w:p>
    <w:p w14:paraId="7DD4B4A3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 xml:space="preserve">                        Totale</w:t>
      </w:r>
      <w:r w:rsidRPr="00426BB8">
        <w:rPr>
          <w:rFonts w:cs="Arial"/>
          <w:szCs w:val="24"/>
        </w:rPr>
        <w:tab/>
        <w:t>€</w:t>
      </w:r>
      <w:r w:rsidRPr="00426BB8">
        <w:rPr>
          <w:rFonts w:cs="Arial"/>
          <w:szCs w:val="24"/>
        </w:rPr>
        <w:tab/>
      </w:r>
      <w:r w:rsidR="00426BB8" w:rsidRPr="00426BB8">
        <w:rPr>
          <w:rFonts w:cs="Arial"/>
          <w:szCs w:val="24"/>
        </w:rPr>
        <w:t>_____________</w:t>
      </w:r>
    </w:p>
    <w:p w14:paraId="6422D3E3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</w:r>
      <w:r w:rsidRPr="00426BB8">
        <w:rPr>
          <w:rFonts w:cs="Arial"/>
          <w:szCs w:val="24"/>
        </w:rPr>
        <w:tab/>
        <w:t>=======</w:t>
      </w:r>
      <w:r w:rsidR="00426BB8" w:rsidRPr="00426BB8">
        <w:rPr>
          <w:rFonts w:cs="Arial"/>
          <w:szCs w:val="24"/>
        </w:rPr>
        <w:t>====</w:t>
      </w:r>
    </w:p>
    <w:p w14:paraId="2727A347" w14:textId="77777777" w:rsidR="00A36AE0" w:rsidRDefault="00A36AE0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36AF9F47" w14:textId="77777777" w:rsidR="00426BB8" w:rsidRDefault="00426BB8">
      <w:pPr>
        <w:tabs>
          <w:tab w:val="left" w:pos="6210"/>
          <w:tab w:val="left" w:pos="7053"/>
          <w:tab w:val="left" w:pos="9078"/>
        </w:tabs>
        <w:ind w:left="70"/>
        <w:rPr>
          <w:rFonts w:cs="Arial"/>
          <w:szCs w:val="24"/>
        </w:rPr>
      </w:pPr>
    </w:p>
    <w:p w14:paraId="0A7E4163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rPr>
          <w:rFonts w:cs="Arial"/>
          <w:i/>
          <w:szCs w:val="24"/>
        </w:rPr>
      </w:pPr>
      <w:r w:rsidRPr="00426BB8">
        <w:rPr>
          <w:rFonts w:cs="Arial"/>
          <w:i/>
          <w:szCs w:val="24"/>
        </w:rPr>
        <w:t xml:space="preserve">“Fuori campo applicazione IVA ai sensi dell'art. 2, </w:t>
      </w:r>
    </w:p>
    <w:p w14:paraId="289F173B" w14:textId="77777777" w:rsidR="00A36AE0" w:rsidRPr="00426BB8" w:rsidRDefault="00A36AE0">
      <w:pPr>
        <w:tabs>
          <w:tab w:val="left" w:pos="6210"/>
          <w:tab w:val="left" w:pos="7053"/>
          <w:tab w:val="left" w:pos="9078"/>
        </w:tabs>
        <w:rPr>
          <w:rFonts w:cs="Arial"/>
          <w:szCs w:val="24"/>
        </w:rPr>
      </w:pPr>
      <w:r w:rsidRPr="00426BB8">
        <w:rPr>
          <w:rFonts w:cs="Arial"/>
          <w:i/>
          <w:szCs w:val="24"/>
        </w:rPr>
        <w:t>comma 3, lettera a) del DPR 633/72</w:t>
      </w:r>
      <w:r w:rsidR="00635E21">
        <w:rPr>
          <w:rFonts w:cs="Arial"/>
          <w:i/>
          <w:szCs w:val="24"/>
        </w:rPr>
        <w:t xml:space="preserve"> e </w:t>
      </w:r>
      <w:proofErr w:type="spellStart"/>
      <w:r w:rsidR="00635E21">
        <w:rPr>
          <w:rFonts w:cs="Arial"/>
          <w:i/>
          <w:szCs w:val="24"/>
        </w:rPr>
        <w:t>s.m.i.</w:t>
      </w:r>
      <w:proofErr w:type="spellEnd"/>
      <w:r w:rsidR="00B05F2F">
        <w:rPr>
          <w:rFonts w:cs="Arial"/>
          <w:i/>
          <w:szCs w:val="24"/>
        </w:rPr>
        <w:t xml:space="preserve">” </w:t>
      </w:r>
    </w:p>
    <w:p w14:paraId="7A4B08F9" w14:textId="77777777" w:rsidR="00A36AE0" w:rsidRPr="00426BB8" w:rsidRDefault="00A36AE0">
      <w:pPr>
        <w:ind w:left="900" w:right="-285" w:hanging="900"/>
      </w:pPr>
    </w:p>
    <w:p w14:paraId="2BA430CB" w14:textId="77777777" w:rsidR="00A36AE0" w:rsidRPr="00426BB8" w:rsidRDefault="00A36AE0">
      <w:pPr>
        <w:tabs>
          <w:tab w:val="clear" w:pos="2835"/>
          <w:tab w:val="left" w:pos="3240"/>
        </w:tabs>
        <w:ind w:left="900" w:right="-285" w:hanging="900"/>
        <w:jc w:val="left"/>
      </w:pPr>
    </w:p>
    <w:sectPr w:rsidR="00A36AE0" w:rsidRPr="00426BB8" w:rsidSect="00BA262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440" w:right="1701" w:bottom="1985" w:left="1418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1CC38" w14:textId="77777777" w:rsidR="0070168B" w:rsidRDefault="0070168B">
      <w:r>
        <w:separator/>
      </w:r>
    </w:p>
  </w:endnote>
  <w:endnote w:type="continuationSeparator" w:id="0">
    <w:p w14:paraId="781AD637" w14:textId="77777777" w:rsidR="0070168B" w:rsidRDefault="0070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T">
    <w:altName w:val="Tahoma"/>
    <w:charset w:val="00"/>
    <w:family w:val="swiss"/>
    <w:pitch w:val="variable"/>
    <w:sig w:usb0="00000007" w:usb1="00000000" w:usb2="00000000" w:usb3="00000000" w:csb0="0000001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D9D5" w14:textId="77777777" w:rsidR="00A36AE0" w:rsidRDefault="00FF68B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36AE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36AE0">
      <w:rPr>
        <w:rStyle w:val="Numeropagina"/>
      </w:rPr>
      <w:t>1</w:t>
    </w:r>
    <w:r>
      <w:rPr>
        <w:rStyle w:val="Numeropagina"/>
      </w:rPr>
      <w:fldChar w:fldCharType="end"/>
    </w:r>
  </w:p>
  <w:p w14:paraId="36719A38" w14:textId="77777777" w:rsidR="00A36AE0" w:rsidRDefault="00A36AE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EC5E" w14:textId="149FDCB1" w:rsidR="00E11B68" w:rsidRDefault="00E11B68">
    <w:pPr>
      <w:pStyle w:val="Pidipagina"/>
    </w:pPr>
    <w:r>
      <w:t>Pubblica distribuzione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FBE6A" w14:textId="6EF2A44B" w:rsidR="00A36AE0" w:rsidRDefault="0058496F">
    <w:pPr>
      <w:pStyle w:val="Pidipagina"/>
      <w:rPr>
        <w:rStyle w:val="Numeropagina"/>
      </w:rPr>
    </w:pPr>
    <w:r>
      <w:rPr>
        <w:rStyle w:val="Numeropagina"/>
      </w:rPr>
      <w:t>Pubblica distribuzione</w:t>
    </w:r>
  </w:p>
  <w:p w14:paraId="3BD8DAD9" w14:textId="77777777" w:rsidR="00A36AE0" w:rsidRDefault="00A36AE0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CE144" w14:textId="77777777" w:rsidR="0070168B" w:rsidRDefault="0070168B">
      <w:r>
        <w:separator/>
      </w:r>
    </w:p>
  </w:footnote>
  <w:footnote w:type="continuationSeparator" w:id="0">
    <w:p w14:paraId="3489EBDB" w14:textId="77777777" w:rsidR="0070168B" w:rsidRDefault="00701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0783" w14:textId="7E05EDBA" w:rsidR="00273BC2" w:rsidRPr="00A90B20" w:rsidRDefault="00A90B20" w:rsidP="00A90B20">
    <w:proofErr w:type="spellStart"/>
    <w:r>
      <w:rPr>
        <w:i/>
      </w:rPr>
      <w:t>Fondimpresa</w:t>
    </w:r>
    <w:proofErr w:type="spellEnd"/>
    <w:r>
      <w:rPr>
        <w:i/>
      </w:rPr>
      <w:t xml:space="preserve">: Istruzioni e modelli dell’Avviso n. </w:t>
    </w:r>
    <w:r w:rsidR="006A10B3">
      <w:rPr>
        <w:i/>
      </w:rPr>
      <w:t>2</w:t>
    </w:r>
    <w:r w:rsidR="00EF4A2C">
      <w:rPr>
        <w:i/>
      </w:rPr>
      <w:t>/202</w:t>
    </w:r>
    <w:r w:rsidR="006A10B3">
      <w:rPr>
        <w:i/>
      </w:rPr>
      <w:t>4</w:t>
    </w:r>
    <w:r>
      <w:rPr>
        <w:i/>
      </w:rPr>
      <w:t xml:space="preserve">   </w:t>
    </w:r>
    <w:r w:rsidR="00273BC2" w:rsidRPr="00273BC2">
      <w:rPr>
        <w:i/>
      </w:rPr>
      <w:tab/>
    </w:r>
    <w:r w:rsidR="00273BC2" w:rsidRPr="00273BC2">
      <w:rPr>
        <w:i/>
      </w:rPr>
      <w:tab/>
    </w:r>
    <w:r w:rsidR="00A60A83">
      <w:rPr>
        <w:i/>
      </w:rPr>
      <w:tab/>
    </w:r>
    <w:r w:rsidR="00273BC2" w:rsidRPr="00273BC2">
      <w:rPr>
        <w:i/>
      </w:rPr>
      <w:t xml:space="preserve">Allegato n. </w:t>
    </w:r>
    <w:r w:rsidR="00722088">
      <w:rPr>
        <w:i/>
      </w:rPr>
      <w:t>5</w:t>
    </w:r>
  </w:p>
  <w:p w14:paraId="19CAE264" w14:textId="77777777" w:rsidR="00273BC2" w:rsidRDefault="00273B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FAD8" w14:textId="34B9654A" w:rsidR="00273BC2" w:rsidRPr="00C7400C" w:rsidRDefault="00C7400C" w:rsidP="00C7400C">
    <w:proofErr w:type="spellStart"/>
    <w:r>
      <w:rPr>
        <w:i/>
      </w:rPr>
      <w:t>Fondimpresa</w:t>
    </w:r>
    <w:proofErr w:type="spellEnd"/>
    <w:r>
      <w:rPr>
        <w:i/>
      </w:rPr>
      <w:t xml:space="preserve">: Istruzioni e modelli dell’Avviso n. </w:t>
    </w:r>
    <w:r w:rsidR="0058496F">
      <w:rPr>
        <w:i/>
      </w:rPr>
      <w:t>2</w:t>
    </w:r>
    <w:r w:rsidR="00EF4A2C">
      <w:rPr>
        <w:i/>
      </w:rPr>
      <w:t>/202</w:t>
    </w:r>
    <w:r w:rsidR="0058496F">
      <w:rPr>
        <w:i/>
      </w:rPr>
      <w:t>4</w:t>
    </w:r>
    <w:r>
      <w:rPr>
        <w:i/>
      </w:rPr>
      <w:tab/>
    </w:r>
    <w:r>
      <w:rPr>
        <w:i/>
      </w:rPr>
      <w:tab/>
    </w:r>
    <w:r w:rsidR="0093770D">
      <w:rPr>
        <w:i/>
      </w:rPr>
      <w:tab/>
    </w:r>
    <w:r w:rsidR="006B1B1A">
      <w:rPr>
        <w:i/>
      </w:rPr>
      <w:t>Modello</w:t>
    </w:r>
    <w:r w:rsidR="00273BC2" w:rsidRPr="00273BC2">
      <w:rPr>
        <w:i/>
      </w:rPr>
      <w:t xml:space="preserve"> n. </w:t>
    </w:r>
    <w:r w:rsidR="00722088">
      <w:rPr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7765E"/>
    <w:multiLevelType w:val="singleLevel"/>
    <w:tmpl w:val="265ACE30"/>
    <w:lvl w:ilvl="0">
      <w:start w:val="1988"/>
      <w:numFmt w:val="bullet"/>
      <w:lvlText w:val="-"/>
      <w:lvlJc w:val="left"/>
      <w:pPr>
        <w:tabs>
          <w:tab w:val="num" w:pos="737"/>
        </w:tabs>
        <w:ind w:left="737" w:hanging="567"/>
      </w:pPr>
      <w:rPr>
        <w:rFonts w:hint="default"/>
      </w:rPr>
    </w:lvl>
  </w:abstractNum>
  <w:abstractNum w:abstractNumId="1" w15:restartNumberingAfterBreak="0">
    <w:nsid w:val="40EF4932"/>
    <w:multiLevelType w:val="hybridMultilevel"/>
    <w:tmpl w:val="8A623A98"/>
    <w:lvl w:ilvl="0" w:tplc="82FEB2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F9"/>
    <w:multiLevelType w:val="hybridMultilevel"/>
    <w:tmpl w:val="5DE6A07A"/>
    <w:lvl w:ilvl="0" w:tplc="95A44190">
      <w:start w:val="5"/>
      <w:numFmt w:val="bullet"/>
      <w:pStyle w:val="StileTitolo1TimesNewRoman13ptMaiuscoletto"/>
      <w:lvlText w:val="-"/>
      <w:lvlJc w:val="left"/>
      <w:pPr>
        <w:tabs>
          <w:tab w:val="num" w:pos="420"/>
        </w:tabs>
        <w:ind w:left="420" w:hanging="360"/>
      </w:pPr>
      <w:rPr>
        <w:rFonts w:ascii="CG Omega" w:eastAsia="Times New Roman" w:hAnsi="CG Omeg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076D8"/>
    <w:multiLevelType w:val="hybridMultilevel"/>
    <w:tmpl w:val="E2BE57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B6AB5"/>
    <w:multiLevelType w:val="hybridMultilevel"/>
    <w:tmpl w:val="D59E92A6"/>
    <w:lvl w:ilvl="0" w:tplc="3D5C64B0">
      <w:start w:val="5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 w16cid:durableId="1057558039">
    <w:abstractNumId w:val="1"/>
  </w:num>
  <w:num w:numId="2" w16cid:durableId="1480076414">
    <w:abstractNumId w:val="0"/>
  </w:num>
  <w:num w:numId="3" w16cid:durableId="964655966">
    <w:abstractNumId w:val="3"/>
  </w:num>
  <w:num w:numId="4" w16cid:durableId="2074037024">
    <w:abstractNumId w:val="2"/>
  </w:num>
  <w:num w:numId="5" w16cid:durableId="19135414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E0"/>
    <w:rsid w:val="00042F76"/>
    <w:rsid w:val="00084498"/>
    <w:rsid w:val="000A0DDC"/>
    <w:rsid w:val="000E2178"/>
    <w:rsid w:val="00162E93"/>
    <w:rsid w:val="001C1761"/>
    <w:rsid w:val="00273BC2"/>
    <w:rsid w:val="00330824"/>
    <w:rsid w:val="0033781A"/>
    <w:rsid w:val="003413CF"/>
    <w:rsid w:val="003612FB"/>
    <w:rsid w:val="003670BF"/>
    <w:rsid w:val="003F3A3F"/>
    <w:rsid w:val="00426BB8"/>
    <w:rsid w:val="00494A3D"/>
    <w:rsid w:val="004A3009"/>
    <w:rsid w:val="004B1898"/>
    <w:rsid w:val="00513DFE"/>
    <w:rsid w:val="005216D1"/>
    <w:rsid w:val="005619EA"/>
    <w:rsid w:val="0058496F"/>
    <w:rsid w:val="00635E21"/>
    <w:rsid w:val="0064725E"/>
    <w:rsid w:val="006A10B3"/>
    <w:rsid w:val="006B1B1A"/>
    <w:rsid w:val="0070168B"/>
    <w:rsid w:val="00717BFA"/>
    <w:rsid w:val="00722088"/>
    <w:rsid w:val="00723A51"/>
    <w:rsid w:val="00737258"/>
    <w:rsid w:val="008145EE"/>
    <w:rsid w:val="00884C53"/>
    <w:rsid w:val="0093770D"/>
    <w:rsid w:val="00A20200"/>
    <w:rsid w:val="00A36AE0"/>
    <w:rsid w:val="00A60A83"/>
    <w:rsid w:val="00A90B20"/>
    <w:rsid w:val="00AD5100"/>
    <w:rsid w:val="00B05F2F"/>
    <w:rsid w:val="00B12CAC"/>
    <w:rsid w:val="00B40758"/>
    <w:rsid w:val="00B45045"/>
    <w:rsid w:val="00BA2629"/>
    <w:rsid w:val="00BE2AF1"/>
    <w:rsid w:val="00C065D1"/>
    <w:rsid w:val="00C24F1D"/>
    <w:rsid w:val="00C36899"/>
    <w:rsid w:val="00C7400C"/>
    <w:rsid w:val="00DC1D34"/>
    <w:rsid w:val="00DE0FD3"/>
    <w:rsid w:val="00E11B68"/>
    <w:rsid w:val="00EF4A2C"/>
    <w:rsid w:val="00EF6A8E"/>
    <w:rsid w:val="00F054DF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7F8D41"/>
  <w15:docId w15:val="{945B7B6E-DAFA-451E-B6B5-5BA06635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F3A3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BA26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BA2629"/>
    <w:pPr>
      <w:keepNext/>
      <w:tabs>
        <w:tab w:val="clear" w:pos="567"/>
        <w:tab w:val="clear" w:pos="1134"/>
        <w:tab w:val="clear" w:pos="1701"/>
        <w:tab w:val="clear" w:pos="2268"/>
        <w:tab w:val="clear" w:pos="2835"/>
      </w:tabs>
      <w:jc w:val="center"/>
      <w:outlineLvl w:val="1"/>
    </w:pPr>
  </w:style>
  <w:style w:type="paragraph" w:styleId="Titolo3">
    <w:name w:val="heading 3"/>
    <w:basedOn w:val="Normale"/>
    <w:next w:val="Normale"/>
    <w:qFormat/>
    <w:rsid w:val="00BA2629"/>
    <w:pPr>
      <w:keepNext/>
      <w:tabs>
        <w:tab w:val="clear" w:pos="567"/>
        <w:tab w:val="clear" w:pos="1134"/>
        <w:tab w:val="clear" w:pos="1701"/>
        <w:tab w:val="clear" w:pos="2268"/>
        <w:tab w:val="clear" w:pos="2835"/>
      </w:tabs>
      <w:jc w:val="left"/>
      <w:outlineLvl w:val="2"/>
    </w:pPr>
    <w:rPr>
      <w:rFonts w:ascii="FuturaT" w:hAnsi="FuturaT"/>
    </w:rPr>
  </w:style>
  <w:style w:type="paragraph" w:styleId="Titolo4">
    <w:name w:val="heading 4"/>
    <w:basedOn w:val="Normale"/>
    <w:next w:val="Normale"/>
    <w:qFormat/>
    <w:rsid w:val="00BA262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A2629"/>
    <w:pPr>
      <w:tabs>
        <w:tab w:val="center" w:pos="4819"/>
        <w:tab w:val="right" w:pos="9638"/>
      </w:tabs>
    </w:pPr>
    <w:rPr>
      <w:sz w:val="22"/>
    </w:rPr>
  </w:style>
  <w:style w:type="character" w:styleId="Numeropagina">
    <w:name w:val="page number"/>
    <w:basedOn w:val="Carpredefinitoparagrafo"/>
    <w:rsid w:val="00BA2629"/>
    <w:rPr>
      <w:rFonts w:ascii="Times New Roman" w:hAnsi="Times New Roman"/>
      <w:sz w:val="22"/>
    </w:rPr>
  </w:style>
  <w:style w:type="paragraph" w:styleId="Intestazione">
    <w:name w:val="header"/>
    <w:basedOn w:val="Normale"/>
    <w:rsid w:val="00BA2629"/>
    <w:pPr>
      <w:tabs>
        <w:tab w:val="clear" w:pos="567"/>
        <w:tab w:val="clear" w:pos="1134"/>
        <w:tab w:val="clear" w:pos="1701"/>
        <w:tab w:val="clear" w:pos="2268"/>
        <w:tab w:val="clear" w:pos="2835"/>
        <w:tab w:val="center" w:pos="4819"/>
        <w:tab w:val="right" w:pos="9638"/>
      </w:tabs>
    </w:pPr>
  </w:style>
  <w:style w:type="paragraph" w:styleId="Rientrocorpodeltesto2">
    <w:name w:val="Body Text Indent 2"/>
    <w:basedOn w:val="Normale"/>
    <w:rsid w:val="00BA2629"/>
    <w:pPr>
      <w:tabs>
        <w:tab w:val="clear" w:pos="567"/>
        <w:tab w:val="clear" w:pos="1134"/>
        <w:tab w:val="clear" w:pos="1701"/>
        <w:tab w:val="clear" w:pos="2268"/>
        <w:tab w:val="clear" w:pos="2835"/>
      </w:tabs>
      <w:ind w:right="720" w:firstLine="708"/>
    </w:pPr>
    <w:rPr>
      <w:rFonts w:ascii="Verdana" w:hAnsi="Verdana"/>
      <w:sz w:val="22"/>
      <w:szCs w:val="22"/>
      <w:lang w:val="en-US"/>
    </w:rPr>
  </w:style>
  <w:style w:type="paragraph" w:styleId="Testofumetto">
    <w:name w:val="Balloon Text"/>
    <w:basedOn w:val="Normale"/>
    <w:semiHidden/>
    <w:rsid w:val="00BA2629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BA2629"/>
    <w:pPr>
      <w:tabs>
        <w:tab w:val="clear" w:pos="567"/>
        <w:tab w:val="clear" w:pos="1134"/>
        <w:tab w:val="clear" w:pos="1701"/>
        <w:tab w:val="clear" w:pos="2268"/>
        <w:tab w:val="clear" w:pos="2835"/>
      </w:tabs>
    </w:pPr>
  </w:style>
  <w:style w:type="paragraph" w:styleId="Rientrocorpodeltesto">
    <w:name w:val="Body Text Indent"/>
    <w:basedOn w:val="Normale"/>
    <w:rsid w:val="00BA2629"/>
    <w:pPr>
      <w:tabs>
        <w:tab w:val="clear" w:pos="567"/>
        <w:tab w:val="clear" w:pos="1134"/>
        <w:tab w:val="clear" w:pos="1701"/>
        <w:tab w:val="clear" w:pos="2268"/>
        <w:tab w:val="clear" w:pos="2835"/>
      </w:tabs>
      <w:ind w:firstLine="708"/>
    </w:pPr>
    <w:rPr>
      <w:rFonts w:ascii="FuturaT" w:hAnsi="FuturaT"/>
    </w:rPr>
  </w:style>
  <w:style w:type="paragraph" w:styleId="Testonotaapidipagina">
    <w:name w:val="footnote text"/>
    <w:basedOn w:val="Normale"/>
    <w:semiHidden/>
    <w:rsid w:val="00BA2629"/>
    <w:pPr>
      <w:tabs>
        <w:tab w:val="clear" w:pos="567"/>
        <w:tab w:val="clear" w:pos="1134"/>
        <w:tab w:val="clear" w:pos="1701"/>
        <w:tab w:val="clear" w:pos="2268"/>
        <w:tab w:val="clear" w:pos="2835"/>
      </w:tabs>
      <w:jc w:val="left"/>
    </w:pPr>
    <w:rPr>
      <w:sz w:val="20"/>
    </w:rPr>
  </w:style>
  <w:style w:type="character" w:styleId="Rimandonotaapidipagina">
    <w:name w:val="footnote reference"/>
    <w:basedOn w:val="Carpredefinitoparagrafo"/>
    <w:semiHidden/>
    <w:rsid w:val="00BA2629"/>
    <w:rPr>
      <w:vertAlign w:val="superscript"/>
    </w:rPr>
  </w:style>
  <w:style w:type="paragraph" w:styleId="Elenco">
    <w:name w:val="List"/>
    <w:basedOn w:val="Normale"/>
    <w:rsid w:val="00B05F2F"/>
    <w:pPr>
      <w:ind w:left="283" w:hanging="283"/>
    </w:pPr>
  </w:style>
  <w:style w:type="paragraph" w:customStyle="1" w:styleId="StileTitolo1TimesNewRoman13ptMaiuscoletto">
    <w:name w:val="Stile Titolo 1 + Times New Roman 13 pt Maiuscoletto"/>
    <w:basedOn w:val="Titolo1"/>
    <w:autoRedefine/>
    <w:rsid w:val="00BA2629"/>
    <w:pPr>
      <w:widowControl w:val="0"/>
      <w:numPr>
        <w:numId w:val="4"/>
      </w:numPr>
      <w:tabs>
        <w:tab w:val="clear" w:pos="567"/>
        <w:tab w:val="clear" w:pos="1134"/>
        <w:tab w:val="clear" w:pos="1701"/>
        <w:tab w:val="clear" w:pos="2268"/>
        <w:tab w:val="clear" w:pos="2835"/>
      </w:tabs>
      <w:adjustRightInd w:val="0"/>
      <w:spacing w:before="0" w:after="0" w:line="360" w:lineRule="auto"/>
      <w:jc w:val="left"/>
      <w:textAlignment w:val="baseline"/>
    </w:pPr>
    <w:rPr>
      <w:rFonts w:eastAsia="SimSun"/>
      <w:kern w:val="0"/>
      <w:sz w:val="22"/>
      <w:szCs w:val="22"/>
    </w:rPr>
  </w:style>
  <w:style w:type="paragraph" w:customStyle="1" w:styleId="StyleStileTitolo1TimesNewRoman13ptMaiuscolettoCentered">
    <w:name w:val="Style Stile Titolo 1 + Times New Roman 13 pt Maiuscoletto + Centered"/>
    <w:basedOn w:val="StileTitolo1TimesNewRoman13ptMaiuscoletto"/>
    <w:rsid w:val="00BA2629"/>
    <w:rPr>
      <w:rFonts w:cs="Times New Roman"/>
    </w:rPr>
  </w:style>
  <w:style w:type="paragraph" w:styleId="Rientronormale">
    <w:name w:val="Normal Indent"/>
    <w:basedOn w:val="Normale"/>
    <w:rsid w:val="00B05F2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1gf\Desktop\FILE%20IVECO\Modelli%20Iveco\MODELLO%20GIUS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GIUSTO.dot</Template>
  <TotalTime>3</TotalTime>
  <Pages>2</Pages>
  <Words>164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Valerio Castelnuovo</cp:lastModifiedBy>
  <cp:revision>6</cp:revision>
  <cp:lastPrinted>2006-07-05T07:12:00Z</cp:lastPrinted>
  <dcterms:created xsi:type="dcterms:W3CDTF">2022-08-24T13:34:00Z</dcterms:created>
  <dcterms:modified xsi:type="dcterms:W3CDTF">2024-03-15T16:14:00Z</dcterms:modified>
</cp:coreProperties>
</file>